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806C91B"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8C4059">
        <w:rPr>
          <w:sz w:val="24"/>
          <w:szCs w:val="24"/>
        </w:rPr>
        <w:t xml:space="preserve"> 24-G002-25</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131A5BF8" w14:textId="2C622905"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3B3C3C">
        <w:rPr>
          <w:rFonts w:ascii="Calibri" w:hAnsi="Calibri" w:cs="Calibri"/>
          <w:highlight w:val="yellow"/>
          <w:lang w:val="en-GB"/>
        </w:rPr>
        <w:t>AUD</w:t>
      </w:r>
      <w:r w:rsidRPr="007E69E7">
        <w:rPr>
          <w:rFonts w:ascii="Calibri" w:hAnsi="Calibri" w:cs="Calibri"/>
          <w:highlight w:val="yellow"/>
          <w:lang w:val="en-GB"/>
        </w:rPr>
        <w:t>$</w:t>
      </w:r>
      <w:r w:rsidR="00983690">
        <w:rPr>
          <w:rFonts w:ascii="Calibri" w:hAnsi="Calibri" w:cs="Calibri"/>
          <w:lang w:val="en-GB"/>
        </w:rPr>
        <w:t>16</w:t>
      </w:r>
      <w:r w:rsidR="0033398D">
        <w:rPr>
          <w:rFonts w:ascii="Calibri" w:hAnsi="Calibri" w:cs="Calibri"/>
          <w:lang w:val="en-GB"/>
        </w:rPr>
        <w:t>,000.00</w:t>
      </w:r>
      <w:r w:rsidRPr="00DF2302">
        <w:rPr>
          <w:rFonts w:ascii="Calibri" w:hAnsi="Calibri" w:cs="Calibri"/>
          <w:lang w:val="en-GB"/>
        </w:rPr>
        <w:t xml:space="preserve">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7E69E7" w:rsidRPr="00DF2302" w14:paraId="053B03DF" w14:textId="77777777" w:rsidTr="006E17EC">
        <w:trPr>
          <w:cantSplit/>
          <w:tblHeader/>
        </w:trPr>
        <w:tc>
          <w:tcPr>
            <w:tcW w:w="2430" w:type="dxa"/>
            <w:vAlign w:val="center"/>
          </w:tcPr>
          <w:p w14:paraId="5B4EEC3C" w14:textId="461BD486" w:rsidR="007E69E7" w:rsidRPr="00B0301A" w:rsidRDefault="007E69E7" w:rsidP="007E69E7">
            <w:pPr>
              <w:pStyle w:val="TableContents"/>
              <w:rPr>
                <w:rFonts w:asciiTheme="minorHAnsi" w:hAnsiTheme="minorHAnsi"/>
                <w:sz w:val="22"/>
                <w:szCs w:val="22"/>
                <w:lang w:eastAsia="en-US"/>
              </w:rPr>
            </w:pPr>
            <w:r w:rsidRPr="00B0301A">
              <w:rPr>
                <w:rFonts w:asciiTheme="minorHAnsi" w:hAnsiTheme="minorHAnsi"/>
                <w:sz w:val="22"/>
                <w:szCs w:val="22"/>
                <w:lang w:eastAsia="en-US"/>
              </w:rPr>
              <w:t>Firm/consortium’s experience and reputation with similar supply of Goods</w:t>
            </w:r>
          </w:p>
        </w:tc>
        <w:tc>
          <w:tcPr>
            <w:tcW w:w="5367" w:type="dxa"/>
          </w:tcPr>
          <w:p w14:paraId="3ADDF29E" w14:textId="1A270765" w:rsidR="007E69E7" w:rsidRPr="00B0301A" w:rsidRDefault="007E69E7" w:rsidP="00A657B9">
            <w:pPr>
              <w:pStyle w:val="TableContents"/>
              <w:numPr>
                <w:ilvl w:val="0"/>
                <w:numId w:val="3"/>
              </w:numPr>
              <w:rPr>
                <w:rFonts w:asciiTheme="minorHAnsi" w:hAnsiTheme="minorHAnsi"/>
                <w:sz w:val="22"/>
                <w:szCs w:val="22"/>
              </w:rPr>
            </w:pPr>
            <w:r w:rsidRPr="00B0301A">
              <w:rPr>
                <w:rFonts w:asciiTheme="minorHAnsi" w:hAnsiTheme="minorHAnsi"/>
                <w:sz w:val="22"/>
                <w:szCs w:val="22"/>
              </w:rPr>
              <w:t>2 references to be provided</w:t>
            </w:r>
            <w:r w:rsidR="007D6864">
              <w:rPr>
                <w:rFonts w:asciiTheme="minorHAnsi" w:hAnsiTheme="minorHAnsi"/>
                <w:sz w:val="22"/>
                <w:szCs w:val="22"/>
              </w:rPr>
              <w:t xml:space="preserve"> of similar services of supply of Goods</w:t>
            </w:r>
          </w:p>
        </w:tc>
        <w:tc>
          <w:tcPr>
            <w:tcW w:w="1360" w:type="dxa"/>
            <w:vAlign w:val="center"/>
          </w:tcPr>
          <w:p w14:paraId="6FB170A3" w14:textId="7ACB9F48" w:rsidR="007E69E7" w:rsidRPr="00B0301A" w:rsidRDefault="008C4059" w:rsidP="007E69E7">
            <w:pPr>
              <w:pStyle w:val="TableContents"/>
              <w:jc w:val="center"/>
              <w:rPr>
                <w:rFonts w:asciiTheme="minorHAnsi" w:hAnsiTheme="minorHAnsi"/>
                <w:sz w:val="22"/>
                <w:szCs w:val="22"/>
                <w:lang w:eastAsia="en-US"/>
              </w:rPr>
            </w:pPr>
            <w:r w:rsidRPr="00B0301A">
              <w:rPr>
                <w:rFonts w:asciiTheme="minorHAnsi" w:hAnsiTheme="minorHAnsi"/>
                <w:sz w:val="22"/>
                <w:szCs w:val="22"/>
                <w:lang w:eastAsia="en-US"/>
              </w:rPr>
              <w:t>3</w:t>
            </w:r>
            <w:r w:rsidR="00205883" w:rsidRPr="00B0301A">
              <w:rPr>
                <w:rFonts w:asciiTheme="minorHAnsi" w:hAnsiTheme="minorHAnsi"/>
                <w:sz w:val="22"/>
                <w:szCs w:val="22"/>
                <w:lang w:eastAsia="en-US"/>
              </w:rPr>
              <w:t>0</w:t>
            </w:r>
          </w:p>
        </w:tc>
      </w:tr>
      <w:tr w:rsidR="007E69E7" w:rsidRPr="00DF2302" w14:paraId="613F68D6" w14:textId="77777777" w:rsidTr="006E17EC">
        <w:trPr>
          <w:cantSplit/>
          <w:tblHeader/>
        </w:trPr>
        <w:tc>
          <w:tcPr>
            <w:tcW w:w="2430" w:type="dxa"/>
            <w:vAlign w:val="center"/>
          </w:tcPr>
          <w:p w14:paraId="44102FCB" w14:textId="6670CB7C" w:rsidR="007E69E7" w:rsidRPr="00B0301A" w:rsidRDefault="00205883" w:rsidP="007E69E7">
            <w:pPr>
              <w:pStyle w:val="TableContents"/>
              <w:rPr>
                <w:rFonts w:asciiTheme="minorHAnsi" w:hAnsiTheme="minorHAnsi"/>
                <w:sz w:val="22"/>
                <w:szCs w:val="22"/>
                <w:lang w:eastAsia="en-US"/>
              </w:rPr>
            </w:pPr>
            <w:r w:rsidRPr="00B0301A">
              <w:rPr>
                <w:rFonts w:asciiTheme="minorHAnsi" w:hAnsiTheme="minorHAnsi"/>
                <w:sz w:val="22"/>
                <w:szCs w:val="22"/>
                <w:lang w:eastAsia="en-US"/>
              </w:rPr>
              <w:t xml:space="preserve">Specification, warranty, </w:t>
            </w:r>
            <w:r w:rsidR="00983690" w:rsidRPr="00B0301A">
              <w:rPr>
                <w:rFonts w:asciiTheme="minorHAnsi" w:hAnsiTheme="minorHAnsi"/>
                <w:sz w:val="22"/>
                <w:szCs w:val="22"/>
                <w:lang w:eastAsia="en-US"/>
              </w:rPr>
              <w:t>installation service and repair services</w:t>
            </w:r>
          </w:p>
        </w:tc>
        <w:tc>
          <w:tcPr>
            <w:tcW w:w="5367" w:type="dxa"/>
          </w:tcPr>
          <w:p w14:paraId="61D9D44E" w14:textId="1DE0AABB" w:rsidR="00205883" w:rsidRPr="00B0301A" w:rsidRDefault="00205883" w:rsidP="00205883">
            <w:pPr>
              <w:pStyle w:val="TableContents"/>
              <w:numPr>
                <w:ilvl w:val="0"/>
                <w:numId w:val="4"/>
              </w:numPr>
              <w:rPr>
                <w:rFonts w:asciiTheme="minorHAnsi" w:hAnsiTheme="minorHAnsi"/>
                <w:sz w:val="22"/>
                <w:szCs w:val="22"/>
              </w:rPr>
            </w:pPr>
            <w:r w:rsidRPr="00B0301A">
              <w:rPr>
                <w:rFonts w:asciiTheme="minorHAnsi" w:hAnsiTheme="minorHAnsi"/>
                <w:sz w:val="22"/>
                <w:szCs w:val="22"/>
              </w:rPr>
              <w:t xml:space="preserve">Specification of the </w:t>
            </w:r>
            <w:r w:rsidR="00983690" w:rsidRPr="00B0301A">
              <w:rPr>
                <w:rFonts w:asciiTheme="minorHAnsi" w:hAnsiTheme="minorHAnsi"/>
                <w:sz w:val="22"/>
                <w:szCs w:val="22"/>
              </w:rPr>
              <w:t>copy printer</w:t>
            </w:r>
            <w:r w:rsidRPr="00B0301A">
              <w:rPr>
                <w:rFonts w:asciiTheme="minorHAnsi" w:hAnsiTheme="minorHAnsi"/>
                <w:sz w:val="22"/>
                <w:szCs w:val="22"/>
              </w:rPr>
              <w:t xml:space="preserve"> should be provided</w:t>
            </w:r>
          </w:p>
          <w:p w14:paraId="3077D2D0" w14:textId="505E4D09" w:rsidR="00205883" w:rsidRPr="00B0301A" w:rsidRDefault="00205883" w:rsidP="00205883">
            <w:pPr>
              <w:pStyle w:val="TableContents"/>
              <w:numPr>
                <w:ilvl w:val="0"/>
                <w:numId w:val="4"/>
              </w:numPr>
              <w:rPr>
                <w:rFonts w:asciiTheme="minorHAnsi" w:hAnsiTheme="minorHAnsi"/>
                <w:sz w:val="22"/>
                <w:szCs w:val="22"/>
              </w:rPr>
            </w:pPr>
            <w:r w:rsidRPr="00B0301A">
              <w:rPr>
                <w:rFonts w:asciiTheme="minorHAnsi" w:hAnsiTheme="minorHAnsi"/>
                <w:sz w:val="22"/>
                <w:szCs w:val="22"/>
              </w:rPr>
              <w:t xml:space="preserve">Warranty should be provided and shown in the tender document </w:t>
            </w:r>
          </w:p>
          <w:p w14:paraId="4CBE2644" w14:textId="23BF672D" w:rsidR="00983690" w:rsidRPr="00B0301A" w:rsidRDefault="00983690" w:rsidP="00205883">
            <w:pPr>
              <w:pStyle w:val="TableContents"/>
              <w:numPr>
                <w:ilvl w:val="0"/>
                <w:numId w:val="4"/>
              </w:numPr>
              <w:rPr>
                <w:rFonts w:asciiTheme="minorHAnsi" w:hAnsiTheme="minorHAnsi"/>
                <w:sz w:val="22"/>
                <w:szCs w:val="22"/>
              </w:rPr>
            </w:pPr>
            <w:r w:rsidRPr="00B0301A">
              <w:rPr>
                <w:rFonts w:asciiTheme="minorHAnsi" w:hAnsiTheme="minorHAnsi"/>
                <w:sz w:val="22"/>
                <w:szCs w:val="22"/>
              </w:rPr>
              <w:t>Installation and repair services should be specified</w:t>
            </w:r>
          </w:p>
          <w:p w14:paraId="4BA71FA2" w14:textId="7ABA8005" w:rsidR="00A657B9" w:rsidRPr="00B0301A" w:rsidRDefault="00A657B9" w:rsidP="00205883">
            <w:pPr>
              <w:pStyle w:val="TableContents"/>
              <w:ind w:left="720"/>
              <w:rPr>
                <w:rFonts w:asciiTheme="minorHAnsi" w:hAnsiTheme="minorHAnsi"/>
                <w:sz w:val="22"/>
                <w:szCs w:val="22"/>
              </w:rPr>
            </w:pPr>
          </w:p>
        </w:tc>
        <w:tc>
          <w:tcPr>
            <w:tcW w:w="1360" w:type="dxa"/>
            <w:vAlign w:val="center"/>
          </w:tcPr>
          <w:p w14:paraId="657554B4" w14:textId="19765952" w:rsidR="007E69E7" w:rsidRPr="00B0301A" w:rsidRDefault="00205883" w:rsidP="007E69E7">
            <w:pPr>
              <w:pStyle w:val="TableContents"/>
              <w:jc w:val="center"/>
              <w:rPr>
                <w:rFonts w:asciiTheme="minorHAnsi" w:hAnsiTheme="minorHAnsi"/>
                <w:sz w:val="22"/>
                <w:szCs w:val="22"/>
                <w:lang w:eastAsia="en-US"/>
              </w:rPr>
            </w:pPr>
            <w:r w:rsidRPr="00B0301A">
              <w:rPr>
                <w:rFonts w:asciiTheme="minorHAnsi" w:hAnsiTheme="minorHAnsi"/>
                <w:sz w:val="22"/>
                <w:szCs w:val="22"/>
                <w:lang w:eastAsia="en-US"/>
              </w:rPr>
              <w:t>4</w:t>
            </w:r>
            <w:r w:rsidR="00A657B9" w:rsidRPr="00B0301A">
              <w:rPr>
                <w:rFonts w:asciiTheme="minorHAnsi" w:hAnsiTheme="minorHAnsi"/>
                <w:sz w:val="22"/>
                <w:szCs w:val="22"/>
                <w:lang w:eastAsia="en-US"/>
              </w:rPr>
              <w:t>0</w:t>
            </w:r>
          </w:p>
        </w:tc>
      </w:tr>
      <w:tr w:rsidR="007E69E7" w:rsidRPr="00DF2302" w14:paraId="7395E14D" w14:textId="77777777" w:rsidTr="006E17EC">
        <w:trPr>
          <w:cantSplit/>
          <w:tblHeader/>
        </w:trPr>
        <w:tc>
          <w:tcPr>
            <w:tcW w:w="2430" w:type="dxa"/>
            <w:vAlign w:val="center"/>
          </w:tcPr>
          <w:p w14:paraId="58A5C5B6" w14:textId="5A8C04C8" w:rsidR="007E69E7" w:rsidRPr="00B0301A" w:rsidRDefault="00205883" w:rsidP="007E69E7">
            <w:pPr>
              <w:pStyle w:val="TableContents"/>
              <w:rPr>
                <w:rFonts w:asciiTheme="minorHAnsi" w:hAnsiTheme="minorHAnsi"/>
                <w:sz w:val="22"/>
                <w:szCs w:val="22"/>
                <w:lang w:eastAsia="en-US"/>
              </w:rPr>
            </w:pPr>
            <w:r w:rsidRPr="00B0301A">
              <w:rPr>
                <w:rFonts w:asciiTheme="minorHAnsi" w:hAnsiTheme="minorHAnsi"/>
                <w:sz w:val="22"/>
                <w:szCs w:val="22"/>
                <w:lang w:eastAsia="en-US"/>
              </w:rPr>
              <w:t xml:space="preserve">Delivery time </w:t>
            </w:r>
          </w:p>
        </w:tc>
        <w:tc>
          <w:tcPr>
            <w:tcW w:w="5367" w:type="dxa"/>
          </w:tcPr>
          <w:p w14:paraId="06E049BD" w14:textId="77777777" w:rsidR="00A657B9" w:rsidRDefault="00205883" w:rsidP="008C49BC">
            <w:pPr>
              <w:pStyle w:val="TableContents"/>
              <w:numPr>
                <w:ilvl w:val="0"/>
                <w:numId w:val="5"/>
              </w:numPr>
              <w:rPr>
                <w:rFonts w:asciiTheme="minorHAnsi" w:hAnsiTheme="minorHAnsi"/>
                <w:sz w:val="22"/>
                <w:szCs w:val="22"/>
              </w:rPr>
            </w:pPr>
            <w:r w:rsidRPr="00B0301A">
              <w:rPr>
                <w:rFonts w:asciiTheme="minorHAnsi" w:hAnsiTheme="minorHAnsi"/>
                <w:sz w:val="22"/>
                <w:szCs w:val="22"/>
              </w:rPr>
              <w:t>Period for goods to be available in Tarawa to be specified</w:t>
            </w:r>
          </w:p>
          <w:p w14:paraId="23A8F695" w14:textId="22A9039A" w:rsidR="008C49BC" w:rsidRPr="008C49BC" w:rsidRDefault="008C49BC" w:rsidP="008C49BC">
            <w:pPr>
              <w:pStyle w:val="TableContents"/>
              <w:ind w:left="720"/>
              <w:rPr>
                <w:rFonts w:asciiTheme="minorHAnsi" w:hAnsiTheme="minorHAnsi"/>
                <w:sz w:val="22"/>
                <w:szCs w:val="22"/>
              </w:rPr>
            </w:pPr>
          </w:p>
        </w:tc>
        <w:tc>
          <w:tcPr>
            <w:tcW w:w="1360" w:type="dxa"/>
            <w:vAlign w:val="center"/>
          </w:tcPr>
          <w:p w14:paraId="240875A4" w14:textId="58D8A15C" w:rsidR="007E69E7" w:rsidRPr="00B0301A" w:rsidRDefault="008C4059" w:rsidP="007E69E7">
            <w:pPr>
              <w:pStyle w:val="TableContents"/>
              <w:jc w:val="center"/>
              <w:rPr>
                <w:rFonts w:asciiTheme="minorHAnsi" w:hAnsiTheme="minorHAnsi"/>
                <w:sz w:val="22"/>
                <w:szCs w:val="22"/>
                <w:lang w:eastAsia="en-US"/>
              </w:rPr>
            </w:pPr>
            <w:r w:rsidRPr="00B0301A">
              <w:rPr>
                <w:rFonts w:asciiTheme="minorHAnsi" w:hAnsiTheme="minorHAnsi"/>
                <w:sz w:val="22"/>
                <w:szCs w:val="22"/>
                <w:lang w:eastAsia="en-US"/>
              </w:rPr>
              <w:t>3</w:t>
            </w:r>
            <w:r w:rsidR="00A657B9" w:rsidRPr="00B0301A">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043F2A2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7929C4">
        <w:rPr>
          <w:rFonts w:ascii="Calibri" w:hAnsi="Calibri"/>
          <w:b/>
          <w:lang w:val="en-GB"/>
        </w:rPr>
        <w:t>l</w:t>
      </w:r>
      <w:r w:rsidRPr="00DF2302">
        <w:rPr>
          <w:rFonts w:ascii="Calibri" w:hAnsi="Calibri"/>
          <w:b/>
          <w:lang w:val="en-GB"/>
        </w:rPr>
        <w:t xml:space="preserve">c / </w:t>
      </w:r>
      <w:r w:rsidR="007929C4">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B9110" w14:textId="77777777" w:rsidR="00F1243F" w:rsidRDefault="00F1243F">
      <w:r>
        <w:separator/>
      </w:r>
    </w:p>
  </w:endnote>
  <w:endnote w:type="continuationSeparator" w:id="0">
    <w:p w14:paraId="286981CB" w14:textId="77777777" w:rsidR="00F1243F" w:rsidRDefault="00F12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796E7DC7"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83690" w:rsidRPr="00983690">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83690" w:rsidRPr="00983690">
      <w:rPr>
        <w:noProof/>
        <w:color w:val="17365D" w:themeColor="text2" w:themeShade="BF"/>
        <w:lang w:val="sv-SE"/>
      </w:rPr>
      <w:t>4</w:t>
    </w:r>
    <w:r>
      <w:rPr>
        <w:color w:val="17365D" w:themeColor="text2" w:themeShade="BF"/>
      </w:rPr>
      <w:fldChar w:fldCharType="end"/>
    </w:r>
  </w:p>
  <w:p w14:paraId="213B5D63" w14:textId="11830691" w:rsidR="00D15CF2" w:rsidRDefault="004878F3" w:rsidP="004878F3">
    <w:pPr>
      <w:pStyle w:val="Footer"/>
    </w:pPr>
    <w:r>
      <w:fldChar w:fldCharType="begin"/>
    </w:r>
    <w:r>
      <w:instrText xml:space="preserve"> DATE \@ "yyyy-MM-dd" </w:instrText>
    </w:r>
    <w:r>
      <w:fldChar w:fldCharType="separate"/>
    </w:r>
    <w:r w:rsidR="008965EF">
      <w:rPr>
        <w:noProof/>
      </w:rPr>
      <w:t>2025-10-03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D3503" w14:textId="77777777" w:rsidR="00F1243F" w:rsidRDefault="00F1243F">
      <w:r>
        <w:separator/>
      </w:r>
    </w:p>
  </w:footnote>
  <w:footnote w:type="continuationSeparator" w:id="0">
    <w:p w14:paraId="04A373C9" w14:textId="77777777" w:rsidR="00F1243F" w:rsidRDefault="00F12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52355AA5"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7D6C93" w:rsidRPr="007D6C93">
      <w:rPr>
        <w:rFonts w:ascii="Arial" w:hAnsi="Arial" w:cs="Arial"/>
        <w:b/>
        <w:bCs/>
        <w:sz w:val="22"/>
        <w:szCs w:val="22"/>
      </w:rPr>
      <w:t>RFQ-24-G002-2</w:t>
    </w:r>
    <w:r w:rsidR="008C4059">
      <w:rPr>
        <w:rFonts w:ascii="Arial" w:hAnsi="Arial" w:cs="Arial"/>
        <w:b/>
        <w:bCs/>
        <w:sz w:val="22"/>
        <w:szCs w:val="22"/>
      </w:rPr>
      <w:t>5</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547844279">
    <w:abstractNumId w:val="2"/>
  </w:num>
  <w:num w:numId="2" w16cid:durableId="735739423">
    <w:abstractNumId w:val="7"/>
  </w:num>
  <w:num w:numId="3" w16cid:durableId="1152261404">
    <w:abstractNumId w:val="6"/>
  </w:num>
  <w:num w:numId="4" w16cid:durableId="437415065">
    <w:abstractNumId w:val="5"/>
  </w:num>
  <w:num w:numId="5" w16cid:durableId="252516621">
    <w:abstractNumId w:val="0"/>
  </w:num>
  <w:num w:numId="6" w16cid:durableId="2145345867">
    <w:abstractNumId w:val="4"/>
  </w:num>
  <w:num w:numId="7" w16cid:durableId="1889493508">
    <w:abstractNumId w:val="1"/>
  </w:num>
  <w:num w:numId="8" w16cid:durableId="155670060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220D"/>
    <w:rsid w:val="000A3A65"/>
    <w:rsid w:val="000A4C62"/>
    <w:rsid w:val="000A5296"/>
    <w:rsid w:val="000A7C73"/>
    <w:rsid w:val="000B0B90"/>
    <w:rsid w:val="000B1C2E"/>
    <w:rsid w:val="000B2C80"/>
    <w:rsid w:val="000B4497"/>
    <w:rsid w:val="000B5F4D"/>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20B"/>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28C1"/>
    <w:rsid w:val="001535CA"/>
    <w:rsid w:val="00154C8B"/>
    <w:rsid w:val="00155772"/>
    <w:rsid w:val="00156024"/>
    <w:rsid w:val="0015629F"/>
    <w:rsid w:val="00157281"/>
    <w:rsid w:val="001575F7"/>
    <w:rsid w:val="00160266"/>
    <w:rsid w:val="00161178"/>
    <w:rsid w:val="00161AD2"/>
    <w:rsid w:val="00162007"/>
    <w:rsid w:val="00162946"/>
    <w:rsid w:val="001662EF"/>
    <w:rsid w:val="001707B8"/>
    <w:rsid w:val="00171720"/>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A1C7B"/>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193"/>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5883"/>
    <w:rsid w:val="00206A63"/>
    <w:rsid w:val="00207331"/>
    <w:rsid w:val="00207C4E"/>
    <w:rsid w:val="002108D2"/>
    <w:rsid w:val="00210C6E"/>
    <w:rsid w:val="002114FB"/>
    <w:rsid w:val="00214127"/>
    <w:rsid w:val="0021447B"/>
    <w:rsid w:val="00216E68"/>
    <w:rsid w:val="002205D6"/>
    <w:rsid w:val="002220FB"/>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398D"/>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0706"/>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3C3C"/>
    <w:rsid w:val="003B4392"/>
    <w:rsid w:val="003B4DD1"/>
    <w:rsid w:val="003B4ECE"/>
    <w:rsid w:val="003B5AF9"/>
    <w:rsid w:val="003B5ECE"/>
    <w:rsid w:val="003C0955"/>
    <w:rsid w:val="003C0A7D"/>
    <w:rsid w:val="003C1F1F"/>
    <w:rsid w:val="003C3B9D"/>
    <w:rsid w:val="003C7843"/>
    <w:rsid w:val="003C7A2F"/>
    <w:rsid w:val="003C7CB5"/>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37465"/>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2D0"/>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508"/>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57795"/>
    <w:rsid w:val="00560CF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325"/>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3AF"/>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575"/>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7B1"/>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2801"/>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29C4"/>
    <w:rsid w:val="00793262"/>
    <w:rsid w:val="00793689"/>
    <w:rsid w:val="00794B41"/>
    <w:rsid w:val="00796DC8"/>
    <w:rsid w:val="0079701C"/>
    <w:rsid w:val="007A02DA"/>
    <w:rsid w:val="007A28C6"/>
    <w:rsid w:val="007A3284"/>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6864"/>
    <w:rsid w:val="007D6C93"/>
    <w:rsid w:val="007D7AF7"/>
    <w:rsid w:val="007E0244"/>
    <w:rsid w:val="007E0FBE"/>
    <w:rsid w:val="007E2C32"/>
    <w:rsid w:val="007E3D18"/>
    <w:rsid w:val="007E4289"/>
    <w:rsid w:val="007E55B3"/>
    <w:rsid w:val="007E675A"/>
    <w:rsid w:val="007E69E7"/>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65EF"/>
    <w:rsid w:val="0089745C"/>
    <w:rsid w:val="00897F7C"/>
    <w:rsid w:val="008A055C"/>
    <w:rsid w:val="008A10EB"/>
    <w:rsid w:val="008A110F"/>
    <w:rsid w:val="008A1360"/>
    <w:rsid w:val="008A7491"/>
    <w:rsid w:val="008B2C06"/>
    <w:rsid w:val="008B2EA5"/>
    <w:rsid w:val="008B4CCD"/>
    <w:rsid w:val="008B51A9"/>
    <w:rsid w:val="008B7A4C"/>
    <w:rsid w:val="008B7ED9"/>
    <w:rsid w:val="008C0385"/>
    <w:rsid w:val="008C32E1"/>
    <w:rsid w:val="008C33EE"/>
    <w:rsid w:val="008C3B34"/>
    <w:rsid w:val="008C3DDA"/>
    <w:rsid w:val="008C4059"/>
    <w:rsid w:val="008C49BC"/>
    <w:rsid w:val="008C501A"/>
    <w:rsid w:val="008C64F0"/>
    <w:rsid w:val="008C7157"/>
    <w:rsid w:val="008C72D6"/>
    <w:rsid w:val="008C7C5F"/>
    <w:rsid w:val="008D0F39"/>
    <w:rsid w:val="008D1546"/>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629"/>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17B6"/>
    <w:rsid w:val="0094214B"/>
    <w:rsid w:val="00945767"/>
    <w:rsid w:val="0094678C"/>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3690"/>
    <w:rsid w:val="00990E7B"/>
    <w:rsid w:val="009916F3"/>
    <w:rsid w:val="009921BE"/>
    <w:rsid w:val="00992F9D"/>
    <w:rsid w:val="0099323C"/>
    <w:rsid w:val="00993409"/>
    <w:rsid w:val="009941A9"/>
    <w:rsid w:val="00997B5D"/>
    <w:rsid w:val="009A2D95"/>
    <w:rsid w:val="009A30D6"/>
    <w:rsid w:val="009A4E7E"/>
    <w:rsid w:val="009A5F9C"/>
    <w:rsid w:val="009B041C"/>
    <w:rsid w:val="009B0AE6"/>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49D1"/>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57B9"/>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2D29"/>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D7D3E"/>
    <w:rsid w:val="00AE099B"/>
    <w:rsid w:val="00AE148D"/>
    <w:rsid w:val="00AE231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01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3270"/>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541"/>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067F3"/>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594B"/>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5F0B"/>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54A"/>
    <w:rsid w:val="00DC362B"/>
    <w:rsid w:val="00DC4992"/>
    <w:rsid w:val="00DC4CA3"/>
    <w:rsid w:val="00DC4DF7"/>
    <w:rsid w:val="00DC6B1B"/>
    <w:rsid w:val="00DC6DEE"/>
    <w:rsid w:val="00DD1099"/>
    <w:rsid w:val="00DD15BF"/>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22DB5"/>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07E7D"/>
    <w:rsid w:val="00F11DBD"/>
    <w:rsid w:val="00F1243F"/>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C5A87098-7792-4EB9-BFC6-EE9A55B6C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30</TotalTime>
  <Pages>4</Pages>
  <Words>780</Words>
  <Characters>4448</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5218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19</cp:revision>
  <cp:lastPrinted>2016-10-18T02:57:00Z</cp:lastPrinted>
  <dcterms:created xsi:type="dcterms:W3CDTF">2025-05-23T00:44:00Z</dcterms:created>
  <dcterms:modified xsi:type="dcterms:W3CDTF">2025-10-02T18:43:00Z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